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BC96">
    <v:background id="_x0000_s1025" o:bwmode="white" fillcolor="#c4bc96">
      <v:fill r:id="rId2" o:title="" type="pattern"/>
    </v:background>
  </w:background>
  <w:body>
    <w:p w:rsidR="00C72B77" w:rsidRDefault="00C72B77">
      <w:r>
        <w:rPr>
          <w:noProof/>
          <w:lang w:eastAsia="tr-TR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32" type="#_x0000_t11" style="position:absolute;margin-left:591.9pt;margin-top:436.45pt;width:95.25pt;height:87.6pt;z-index:251674624">
            <v:textbox>
              <w:txbxContent>
                <w:p w:rsidR="00C72B77" w:rsidRPr="00AE50FA" w:rsidRDefault="00C72B77" w:rsidP="004B41B4">
                  <w:r>
                    <w:t>Hacmi yanal alana eşit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3" type="#_x0000_t11" style="position:absolute;margin-left:698.4pt;margin-top:309.7pt;width:104.6pt;height:87.75pt;z-index:251669504">
            <v:textbox>
              <w:txbxContent>
                <w:p w:rsidR="00C72B77" w:rsidRPr="00AE50FA" w:rsidRDefault="00C72B77" w:rsidP="00AE50FA">
                  <w:r>
                    <w:t>Hacmi koninin hacmine eşit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4" type="#_x0000_t11" style="position:absolute;margin-left:456.5pt;margin-top:467.95pt;width:115.5pt;height:62.25pt;z-index:251676672">
            <v:textbox>
              <w:txbxContent>
                <w:p w:rsidR="00C72B77" w:rsidRDefault="00C72B77" w:rsidP="004B41B4">
                  <w:r>
                    <w:t>Hacmi alanına eşitir</w:t>
                  </w:r>
                </w:p>
                <w:p w:rsidR="00C72B77" w:rsidRPr="00AE50FA" w:rsidRDefault="00C72B77" w:rsidP="004B41B4">
                  <w:r>
                    <w:t>ttir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5" type="#_x0000_t116" style="position:absolute;margin-left:444.9pt;margin-top:398.05pt;width:78pt;height:51.9pt;z-index:251645952">
            <v:textbox>
              <w:txbxContent>
                <w:p w:rsidR="00C72B77" w:rsidRDefault="00C72B77" w:rsidP="00C12024">
                  <w:r>
                    <w:t>Yanal alanı daire dilimi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6" type="#_x0000_t11" style="position:absolute;margin-left:612.15pt;margin-top:260.95pt;width:80.85pt;height:74.1pt;z-index:251665408">
            <v:textbox>
              <w:txbxContent>
                <w:p w:rsidR="00C72B77" w:rsidRPr="00AE50FA" w:rsidRDefault="00C72B77" w:rsidP="00AE50FA">
                  <w:r>
                    <w:t>Tabanı daire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7" type="#_x0000_t11" style="position:absolute;margin-left:591.9pt;margin-top:-46.55pt;width:95.25pt;height:93.6pt;z-index:251651072">
            <v:textbox>
              <w:txbxContent>
                <w:p w:rsidR="00C72B77" w:rsidRDefault="00C72B77">
                  <w:r>
                    <w:t>Tabanı va tavanı daire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1.75pt;margin-top:418.5pt;width:216.25pt;height:155.05pt;z-index:251679744;mso-position-horizontal-relative:page;mso-position-vertical-relative:page;v-text-anchor:middle" o:allowincell="f" filled="f" strokecolor="#622423" strokeweight="6pt">
            <v:stroke linestyle="thickThin"/>
            <v:textbox style="mso-next-textbox:#_x0000_s1038" inset="10.8pt,7.2pt,10.8pt,7.2pt">
              <w:txbxContent>
                <w:p w:rsidR="00C72B77" w:rsidRPr="00F141DE" w:rsidRDefault="00C72B77">
                  <w:pPr>
                    <w:spacing w:after="0" w:line="360" w:lineRule="auto"/>
                    <w:jc w:val="center"/>
                    <w:rPr>
                      <w:rFonts w:ascii="Cambria" w:hAnsi="Cambria" w:cs="Cambria"/>
                      <w:i/>
                      <w:iCs/>
                      <w:sz w:val="28"/>
                      <w:szCs w:val="28"/>
                    </w:rPr>
                  </w:pPr>
                  <w:r w:rsidRPr="00F141DE">
                    <w:rPr>
                      <w:rFonts w:ascii="Cambria" w:hAnsi="Cambria" w:cs="Cambria"/>
                      <w:i/>
                      <w:iCs/>
                      <w:sz w:val="28"/>
                      <w:szCs w:val="28"/>
                    </w:rPr>
                    <w:t>OKLAR ÜZERİNDEKİ DOĞRU VE YANLIŞLARI TAKİP EDEREK UYAK ÇEŞİTLERİNİ BULUNUZ.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tr-TR"/>
        </w:rPr>
        <w:pict>
          <v:shape id="_x0000_s1039" type="#_x0000_t202" style="position:absolute;margin-left:495.9pt;margin-top:449.95pt;width:53.25pt;height:18pt;z-index:251678720">
            <v:textbox>
              <w:txbxContent>
                <w:p w:rsidR="00C72B77" w:rsidRDefault="00C72B77" w:rsidP="004B41B4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0" type="#_x0000_t202" style="position:absolute;margin-left:562.65pt;margin-top:438.7pt;width:53.25pt;height:18pt;z-index:251677696">
            <v:textbox>
              <w:txbxContent>
                <w:p w:rsidR="00C72B77" w:rsidRDefault="00C72B77" w:rsidP="004B41B4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1" type="#_x0000_t34" style="position:absolute;margin-left:484.65pt;margin-top:454.45pt;width:36.75pt;height:27.75pt;rotation:90;z-index:251675648" o:connectortype="elbow" adj="10785,-398724,-320473">
            <v:stroke endarrow="block"/>
          </v:shape>
        </w:pict>
      </w:r>
      <w:r>
        <w:rPr>
          <w:noProof/>
          <w:lang w:eastAsia="tr-TR"/>
        </w:rPr>
        <w:pict>
          <v:shape id="_x0000_s1042" type="#_x0000_t34" style="position:absolute;margin-left:522.9pt;margin-top:425.95pt;width:72.75pt;height:30.75pt;z-index:251673600" o:connectortype="elbow" adj="10793,-342966,-163670">
            <v:stroke endarrow="block"/>
          </v:shape>
        </w:pict>
      </w:r>
      <w:r>
        <w:rPr>
          <w:noProof/>
          <w:lang w:eastAsia="tr-TR"/>
        </w:rPr>
        <w:pict>
          <v:shape id="_x0000_s1043" type="#_x0000_t11" style="position:absolute;margin-left:698.4pt;margin-top:407.95pt;width:83.25pt;height:87pt;z-index:251670528">
            <v:textbox>
              <w:txbxContent>
                <w:p w:rsidR="00C72B77" w:rsidRPr="00AE50FA" w:rsidRDefault="00C72B77" w:rsidP="00AE50FA">
                  <w:r>
                    <w:t>Tabanı yamuktur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4" type="#_x0000_t202" style="position:absolute;margin-left:645.15pt;margin-top:418.45pt;width:53.25pt;height:18pt;z-index:251672576">
            <v:textbox>
              <w:txbxContent>
                <w:p w:rsidR="00C72B77" w:rsidRDefault="00C72B77" w:rsidP="004B41B4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5" type="#_x0000_t202" style="position:absolute;margin-left:645.15pt;margin-top:342.7pt;width:53.25pt;height:18pt;z-index:251671552">
            <v:textbox>
              <w:txbxContent>
                <w:p w:rsidR="00C72B77" w:rsidRDefault="00C72B77" w:rsidP="00AE50FA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6" type="#_x0000_t11" style="position:absolute;margin-left:595.65pt;margin-top:46.45pt;width:95.25pt;height:76.5pt;z-index:251654144">
            <v:textbox style="mso-next-textbox:#_x0000_s1046">
              <w:txbxContent>
                <w:p w:rsidR="00C72B77" w:rsidRDefault="00C72B77" w:rsidP="00AE50FA">
                  <w:r>
                    <w:t>Tabanı dikdörtgen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7" type="#_x0000_t11" style="position:absolute;margin-left:595.65pt;margin-top:131.2pt;width:81pt;height:80.25pt;z-index:251666432">
            <v:textbox>
              <w:txbxContent>
                <w:p w:rsidR="00C72B77" w:rsidRDefault="00C72B77" w:rsidP="00AE50FA">
                  <w:r>
                    <w:t>Tabanı kare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8" type="#_x0000_t34" style="position:absolute;margin-left:591.9pt;margin-top:368.95pt;width:106.5pt;height:67.5pt;z-index:251668480" o:connectortype="elbow" adj=",-138000,-125797">
            <v:stroke endarrow="block"/>
          </v:shape>
        </w:pict>
      </w:r>
      <w:r>
        <w:rPr>
          <w:noProof/>
          <w:lang w:eastAsia="tr-TR"/>
        </w:rPr>
        <w:pict>
          <v:shape id="_x0000_s1049" type="#_x0000_t34" style="position:absolute;margin-left:591.9pt;margin-top:356.2pt;width:106.5pt;height:5.25pt;z-index:251667456" o:connectortype="elbow" adj=",-1721829,-125797">
            <v:stroke endarrow="block"/>
          </v:shape>
        </w:pict>
      </w:r>
      <w:r>
        <w:rPr>
          <w:noProof/>
          <w:lang w:eastAsia="tr-TR"/>
        </w:rPr>
        <w:pict>
          <v:shape id="_x0000_s1050" type="#_x0000_t34" style="position:absolute;margin-left:525.55pt;margin-top:163.8pt;width:82.5pt;height:77.25pt;rotation:270;z-index:251661312" o:connectortype="elbow" adj=",-85561,-144327">
            <v:stroke endarrow="block"/>
          </v:shape>
        </w:pict>
      </w:r>
      <w:r>
        <w:rPr>
          <w:noProof/>
          <w:lang w:eastAsia="tr-TR"/>
        </w:rPr>
        <w:pict>
          <v:shape id="_x0000_s1051" type="#_x0000_t202" style="position:absolute;margin-left:522.9pt;margin-top:256.45pt;width:53.25pt;height:18pt;z-index:251664384">
            <v:textbox>
              <w:txbxContent>
                <w:p w:rsidR="00C72B77" w:rsidRDefault="00C72B77" w:rsidP="00AE50FA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2" type="#_x0000_t202" style="position:absolute;margin-left:522.9pt;margin-top:225.7pt;width:53.25pt;height:18pt;z-index:251663360">
            <v:textbox>
              <w:txbxContent>
                <w:p w:rsidR="00C72B77" w:rsidRDefault="00C72B77" w:rsidP="00AE50FA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3" type="#_x0000_t34" style="position:absolute;margin-left:522.9pt;margin-top:256.45pt;width:89.25pt;height:45pt;z-index:251662336" o:connectortype="elbow" adj="10794,-153000,-133412">
            <v:stroke endarrow="block"/>
          </v:shape>
        </w:pict>
      </w:r>
      <w:r>
        <w:rPr>
          <w:noProof/>
          <w:lang w:eastAsia="tr-TR"/>
        </w:rPr>
        <w:pict>
          <v:shape id="_x0000_s1054" type="#_x0000_t202" style="position:absolute;margin-left:345.9pt;margin-top:343.45pt;width:53.25pt;height:18pt;z-index:251660288">
            <v:textbox>
              <w:txbxContent>
                <w:p w:rsidR="00C72B77" w:rsidRDefault="00C72B77" w:rsidP="00AE50FA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5" type="#_x0000_t202" style="position:absolute;margin-left:345.9pt;margin-top:313.45pt;width:53.25pt;height:18pt;z-index:251659264">
            <v:textbox>
              <w:txbxContent>
                <w:p w:rsidR="00C72B77" w:rsidRDefault="00C72B77" w:rsidP="00AE50FA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6" type="#_x0000_t202" style="position:absolute;margin-left:167.4pt;margin-top:323.2pt;width:53.25pt;height:18pt;z-index:251658240">
            <v:textbox>
              <w:txbxContent>
                <w:p w:rsidR="00C72B77" w:rsidRDefault="00C72B77" w:rsidP="00AE50FA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7" type="#_x0000_t202" style="position:absolute;margin-left:167.4pt;margin-top:199.45pt;width:53.25pt;height:18pt;z-index:251657216">
            <v:textbox>
              <w:txbxContent>
                <w:p w:rsidR="00C72B77" w:rsidRDefault="00C72B77" w:rsidP="00AE50FA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8" type="#_x0000_t202" style="position:absolute;margin-left:345.9pt;margin-top:199.45pt;width:53.25pt;height:18pt;z-index:251656192">
            <v:textbox>
              <w:txbxContent>
                <w:p w:rsidR="00C72B77" w:rsidRDefault="00C72B77" w:rsidP="00AE50FA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9" type="#_x0000_t202" style="position:absolute;margin-left:323.4pt;margin-top:131.2pt;width:53.25pt;height:18pt;z-index:251655168">
            <v:textbox>
              <w:txbxContent>
                <w:p w:rsidR="00C72B77" w:rsidRDefault="00C72B77" w:rsidP="00AE50FA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60" type="#_x0000_t202" style="position:absolute;margin-left:522.9pt;margin-top:57.7pt;width:53.25pt;height:18pt;z-index:251653120">
            <v:textbox>
              <w:txbxContent>
                <w:p w:rsidR="00C72B77" w:rsidRDefault="00C72B77" w:rsidP="00AE50FA">
                  <w:r>
                    <w:t>YANLIŞ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61" type="#_x0000_t202" style="position:absolute;margin-left:522.9pt;margin-top:-38.3pt;width:53.25pt;height:18pt;z-index:251652096">
            <v:textbox>
              <w:txbxContent>
                <w:p w:rsidR="00C72B77" w:rsidRDefault="00C72B77">
                  <w:r>
                    <w:t>DOĞRU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62" type="#_x0000_t34" style="position:absolute;margin-left:450.15pt;margin-top:55.45pt;width:145.5pt;height:20.25pt;z-index:251650048" o:connectortype="elbow" adj=",-125600,-71035">
            <v:stroke endarrow="block"/>
          </v:shape>
        </w:pict>
      </w:r>
      <w:r>
        <w:rPr>
          <w:noProof/>
          <w:lang w:eastAsia="tr-TR"/>
        </w:rPr>
        <w:pict>
          <v:shape id="_x0000_s1063" type="#_x0000_t34" style="position:absolute;margin-left:450.15pt;margin-top:-20.3pt;width:141.75pt;height:60.75pt;flip:y;z-index:251649024" o:connectortype="elbow" adj="10796,36533,-72914">
            <v:stroke endarrow="block"/>
          </v:shape>
        </w:pict>
      </w:r>
      <w:r>
        <w:rPr>
          <w:noProof/>
          <w:lang w:eastAsia="tr-TR"/>
        </w:rPr>
        <w:pict>
          <v:shape id="_x0000_s1064" type="#_x0000_t116" style="position:absolute;margin-left:472.65pt;margin-top:323.2pt;width:119.25pt;height:66.75pt;z-index:251648000">
            <v:textbox>
              <w:txbxContent>
                <w:p w:rsidR="00C72B77" w:rsidRDefault="00C72B77" w:rsidP="00AE50FA">
                  <w:r>
                    <w:t>Yanal alanı kare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65" type="#_x0000_t34" style="position:absolute;margin-left:345.9pt;margin-top:331.45pt;width:126.75pt;height:30pt;z-index:251646976" o:connectortype="elbow" adj="10796,-283500,-63778">
            <v:stroke endarrow="block"/>
          </v:shape>
        </w:pict>
      </w:r>
      <w:r>
        <w:rPr>
          <w:noProof/>
          <w:lang w:eastAsia="tr-TR"/>
        </w:rPr>
        <w:pict>
          <v:shape id="_x0000_s1066" type="#_x0000_t34" style="position:absolute;margin-left:345.9pt;margin-top:342.7pt;width:99pt;height:93.75pt;z-index:251644928" o:connectortype="elbow" adj=",-93312,-81655">
            <v:stroke endarrow="block"/>
          </v:shape>
        </w:pict>
      </w:r>
      <w:r>
        <w:rPr>
          <w:noProof/>
          <w:lang w:eastAsia="tr-TR"/>
        </w:rPr>
        <w:pict>
          <v:shape id="_x0000_s1067" type="#_x0000_t116" style="position:absolute;margin-left:403.65pt;margin-top:217.45pt;width:119.25pt;height:66.75pt;z-index:251642880">
            <v:textbox>
              <w:txbxContent>
                <w:p w:rsidR="00C72B77" w:rsidRDefault="00C72B77" w:rsidP="00C114C6">
                  <w:r>
                    <w:t>Dik prizmalar</w:t>
                  </w:r>
                </w:p>
                <w:p w:rsidR="00C72B77" w:rsidRPr="00C114C6" w:rsidRDefault="00C72B77" w:rsidP="00C114C6"/>
              </w:txbxContent>
            </v:textbox>
          </v:shape>
        </w:pict>
      </w:r>
      <w:r>
        <w:rPr>
          <w:noProof/>
          <w:lang w:eastAsia="tr-TR"/>
        </w:rPr>
        <w:pict>
          <v:shape id="_x0000_s1068" type="#_x0000_t34" style="position:absolute;margin-left:345.9pt;margin-top:217.45pt;width:57.75pt;height:35.25pt;z-index:251643904" o:connectortype="elbow" adj="10791,-171421,-139979">
            <v:stroke endarrow="block"/>
          </v:shape>
        </w:pict>
      </w:r>
      <w:r>
        <w:rPr>
          <w:noProof/>
          <w:lang w:eastAsia="tr-TR"/>
        </w:rPr>
        <w:pict>
          <v:shape id="_x0000_s1069" type="#_x0000_t116" style="position:absolute;margin-left:330.9pt;margin-top:15.7pt;width:119.25pt;height:66.75pt;z-index:251641856">
            <v:textbox>
              <w:txbxContent>
                <w:p w:rsidR="00C72B77" w:rsidRDefault="00C72B77" w:rsidP="00C12024">
                  <w:r>
                    <w:t>Dik silindir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70" type="#_x0000_t34" style="position:absolute;margin-left:293.8pt;margin-top:134.55pt;width:135pt;height:30.75pt;rotation:270;z-index:251640832" o:connectortype="elbow" adj=",-196507,-59880">
            <v:stroke endarrow="block"/>
          </v:shape>
        </w:pict>
      </w:r>
      <w:r>
        <w:rPr>
          <w:noProof/>
          <w:lang w:eastAsia="tr-TR"/>
        </w:rPr>
        <w:pict>
          <v:shape id="_x0000_s1071" type="#_x0000_t116" style="position:absolute;margin-left:226.65pt;margin-top:309.7pt;width:119.25pt;height:66.75pt;z-index:251639808">
            <v:textbox>
              <w:txbxContent>
                <w:p w:rsidR="00C72B77" w:rsidRDefault="00C72B77" w:rsidP="00C12024">
                  <w:r>
                    <w:t>daire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72" type="#_x0000_t116" style="position:absolute;margin-left:226.65pt;margin-top:185.95pt;width:119.25pt;height:66.75pt;z-index:251638784">
            <v:textbox>
              <w:txbxContent>
                <w:p w:rsidR="00C72B77" w:rsidRDefault="00C72B77">
                  <w:r>
                    <w:t xml:space="preserve">    silindir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73" type="#_x0000_t34" style="position:absolute;margin-left:106.65pt;margin-top:274.45pt;width:120pt;height:68.25pt;z-index:251636736" o:connectortype="elbow" adj=",-106576,-24300">
            <v:stroke endarrow="block"/>
          </v:shape>
        </w:pict>
      </w:r>
      <w:r>
        <w:rPr>
          <w:noProof/>
          <w:lang w:eastAsia="tr-TR"/>
        </w:rPr>
        <w:pict>
          <v:shape id="_x0000_s1074" type="#_x0000_t34" style="position:absolute;margin-left:106.65pt;margin-top:217.45pt;width:120pt;height:57pt;flip:y;z-index:251637760" o:connectortype="elbow" adj=",127611,-24300">
            <v:stroke endarrow="block"/>
          </v:shape>
        </w:pict>
      </w:r>
      <w:r>
        <w:rPr>
          <w:noProof/>
          <w:lang w:eastAsia="tr-T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75" type="#_x0000_t9" style="position:absolute;margin-left:6.9pt;margin-top:221.2pt;width:99.75pt;height:110.25pt;z-index:251635712">
            <v:textbox>
              <w:txbxContent>
                <w:p w:rsidR="00C72B77" w:rsidRDefault="00C72B77">
                  <w:r>
                    <w:t>Katı  cisimleri sınıflandırınız</w:t>
                  </w:r>
                </w:p>
              </w:txbxContent>
            </v:textbox>
          </v:shape>
        </w:pict>
      </w:r>
    </w:p>
    <w:sectPr w:rsidR="00C72B77" w:rsidSect="00C1202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567" w:right="567" w:bottom="567" w:left="567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B77" w:rsidRDefault="00C72B77" w:rsidP="00C12024">
      <w:pPr>
        <w:spacing w:after="0" w:line="240" w:lineRule="auto"/>
      </w:pPr>
      <w:r>
        <w:separator/>
      </w:r>
    </w:p>
  </w:endnote>
  <w:endnote w:type="continuationSeparator" w:id="1">
    <w:p w:rsidR="00C72B77" w:rsidRDefault="00C72B77" w:rsidP="00C1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77" w:rsidRDefault="00C72B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77" w:rsidRDefault="00C72B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B77" w:rsidRDefault="00C72B77" w:rsidP="00C12024">
      <w:pPr>
        <w:spacing w:after="0" w:line="240" w:lineRule="auto"/>
      </w:pPr>
      <w:r>
        <w:separator/>
      </w:r>
    </w:p>
  </w:footnote>
  <w:footnote w:type="continuationSeparator" w:id="1">
    <w:p w:rsidR="00C72B77" w:rsidRDefault="00C72B77" w:rsidP="00C1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77" w:rsidRDefault="00C72B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77" w:rsidRDefault="00C72B77">
    <w:pPr>
      <w:pStyle w:val="Header"/>
      <w:jc w:val="center"/>
      <w:rPr>
        <w:color w:val="365F91"/>
      </w:rPr>
    </w:pPr>
    <w:r>
      <w:rPr>
        <w:noProof/>
        <w:lang w:eastAsia="tr-TR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" coordsize="6418,6670" path="m6418,1185r,5485l1809,6669c974,5889,,3958,1407,1987hfc2830,,5591,411,6418,1185haxe" fillcolor="#a7bfde" stroked="f">
              <v:path arrowok="t"/>
              <o:lock v:ext="edit" aspectratio="t"/>
            </v:shape>
            <v:oval id="_x0000_s2053" style="position:absolute;left:6117;top:10212;width:4526;height:4258;rotation:41366637fd;flip:y" fillcolor="#d3dfee" stroked="f" strokecolor="#a7bfde">
              <o:lock v:ext="edit" aspectratio="t"/>
            </v:oval>
            <v:oval id="_x0000_s2054" style="position:absolute;left:6205;top:10513;width:3352;height:3345;rotation:41366637fd;flip:y;mso-wrap-style:none;v-text-anchor:middle" fillcolor="#7ba0cd" stroked="f" strokecolor="#a7bfde">
              <o:lock v:ext="edit" aspectratio="t"/>
              <v:textbox style="mso-next-textbox:#_x0000_s2054;mso-fit-shape-to-text:t" inset="0,0,0,0">
                <w:txbxContent>
                  <w:p w:rsidR="00C72B77" w:rsidRPr="00F141DE" w:rsidRDefault="00C72B77">
                    <w:pPr>
                      <w:pStyle w:val="Header"/>
                      <w:jc w:val="center"/>
                      <w:rPr>
                        <w:b/>
                        <w:bCs/>
                        <w:color w:val="FFFFFF"/>
                        <w:sz w:val="20"/>
                        <w:szCs w:val="20"/>
                      </w:rPr>
                    </w:pPr>
                    <w:r w:rsidRPr="00F141DE">
                      <w:rPr>
                        <w:b/>
                        <w:bCs/>
                        <w:noProof/>
                        <w:color w:val="FFFFFF"/>
                        <w:sz w:val="20"/>
                        <w:szCs w:val="20"/>
                        <w:lang w:eastAsia="tr-TR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Resim 1" o:spid="_x0000_i1027" type="#_x0000_t75" style="width:47.25pt;height:47.25pt;visibility:visible">
                          <v:imagedata r:id="rId1" o:title=""/>
                        </v:shape>
                      </w:pict>
                    </w:r>
                  </w:p>
                </w:txbxContent>
              </v:textbox>
            </v:oval>
          </v:group>
          <w10:wrap anchorx="page" anchory="page"/>
        </v:group>
      </w:pict>
    </w:r>
    <w:r>
      <w:rPr>
        <w:color w:val="365F91"/>
      </w:rPr>
      <w:t>Silindir ve prizmalar</w:t>
    </w:r>
  </w:p>
  <w:p w:rsidR="00C72B77" w:rsidRDefault="00C72B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024"/>
    <w:rsid w:val="003723C1"/>
    <w:rsid w:val="004B41B4"/>
    <w:rsid w:val="005E579A"/>
    <w:rsid w:val="00930D8B"/>
    <w:rsid w:val="00AE50FA"/>
    <w:rsid w:val="00B117DB"/>
    <w:rsid w:val="00C114C6"/>
    <w:rsid w:val="00C12024"/>
    <w:rsid w:val="00C57745"/>
    <w:rsid w:val="00C72B77"/>
    <w:rsid w:val="00CF20DE"/>
    <w:rsid w:val="00DB7181"/>
    <w:rsid w:val="00F1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79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1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12024"/>
  </w:style>
  <w:style w:type="paragraph" w:styleId="Footer">
    <w:name w:val="footer"/>
    <w:basedOn w:val="Normal"/>
    <w:link w:val="FooterChar"/>
    <w:uiPriority w:val="99"/>
    <w:semiHidden/>
    <w:rsid w:val="00C1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2024"/>
  </w:style>
  <w:style w:type="paragraph" w:styleId="BalloonText">
    <w:name w:val="Balloon Text"/>
    <w:basedOn w:val="Normal"/>
    <w:link w:val="BalloonTextChar"/>
    <w:uiPriority w:val="99"/>
    <w:semiHidden/>
    <w:rsid w:val="00C1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20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6</Words>
  <Characters>39</Characters>
  <Application>Microsoft Office Outlook</Application>
  <DocSecurity>0</DocSecurity>
  <Lines>0</Lines>
  <Paragraphs>0</Paragraphs>
  <ScaleCrop>false</ScaleCrop>
  <Company>ozlem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ŞİİRDE AHENK  DALLANMIŞ AĞAÇ</dc:title>
  <dc:subject/>
  <dc:creator>mehmet</dc:creator>
  <cp:keywords/>
  <dc:description/>
  <cp:lastModifiedBy>YUSUF</cp:lastModifiedBy>
  <cp:revision>3</cp:revision>
  <dcterms:created xsi:type="dcterms:W3CDTF">2010-12-27T21:15:00Z</dcterms:created>
  <dcterms:modified xsi:type="dcterms:W3CDTF">2010-12-27T21:16:00Z</dcterms:modified>
</cp:coreProperties>
</file>